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altName w:val="MV Bol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F3C8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F3C8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F3C8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F3C8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B84428">
      <w:rPr>
        <w:szCs w:val="24"/>
      </w:rPr>
      <w:t>1</w:t>
    </w:r>
    <w:r w:rsidR="001F3C80">
      <w:rPr>
        <w:szCs w:val="24"/>
      </w:rPr>
      <w:t>663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42791376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3756A-AA56-4E93-8890-212A073C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6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8</cp:revision>
  <cp:lastPrinted>2017-10-31T13:48:00Z</cp:lastPrinted>
  <dcterms:created xsi:type="dcterms:W3CDTF">2020-11-06T15:46:00Z</dcterms:created>
  <dcterms:modified xsi:type="dcterms:W3CDTF">2021-07-07T09:30:00Z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